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1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162D65">
            <w:r w:rsidRPr="005A75D4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CF6AB3C" wp14:editId="3E13D644">
                      <wp:simplePos x="0" y="0"/>
                      <wp:positionH relativeFrom="page">
                        <wp:posOffset>4191000</wp:posOffset>
                      </wp:positionH>
                      <wp:positionV relativeFrom="page">
                        <wp:posOffset>1485900</wp:posOffset>
                      </wp:positionV>
                      <wp:extent cx="2481580" cy="181610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1580" cy="1816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4595" w:rsidRPr="00162D65" w:rsidRDefault="00162D6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</w:pPr>
                                  <w:r w:rsidRPr="00162D65"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  <w:t>SŽ, státní organizace</w:t>
                                  </w:r>
                                </w:p>
                                <w:p w:rsidR="00333E71" w:rsidRPr="00333E71" w:rsidRDefault="00333E71" w:rsidP="00333E71">
                                  <w:pPr>
                                    <w:pStyle w:val="Bezmezer"/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</w:pPr>
                                  <w:r w:rsidRPr="00333E71"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  <w:t>Stavební správa východ</w:t>
                                  </w:r>
                                </w:p>
                                <w:p w:rsidR="00333E71" w:rsidRDefault="00333E71" w:rsidP="00333E71">
                                  <w:pPr>
                                    <w:pStyle w:val="Bezmezer"/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33E71" w:rsidRPr="00333E71" w:rsidRDefault="00E8631B" w:rsidP="00333E71">
                                  <w:pPr>
                                    <w:autoSpaceDE w:val="0"/>
                                    <w:autoSpaceDN w:val="0"/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color w:val="002B59"/>
                                      <w:sz w:val="20"/>
                                      <w:szCs w:val="20"/>
                                    </w:rPr>
                                    <w:t>Ing. Miroslav Hladík</w:t>
                                  </w:r>
                                </w:p>
                                <w:p w:rsidR="00545966" w:rsidRDefault="00545966" w:rsidP="00333E71">
                                  <w:pPr>
                                    <w:pStyle w:val="Bezmezer"/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</w:pPr>
                                  <w:r w:rsidRPr="00545966"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  <w:t>Přípravář stavební akce</w:t>
                                  </w:r>
                                </w:p>
                                <w:p w:rsidR="00333E71" w:rsidRPr="00333E71" w:rsidRDefault="00333E71" w:rsidP="00333E71">
                                  <w:pPr>
                                    <w:pStyle w:val="Bezmezer"/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</w:pPr>
                                  <w:r w:rsidRPr="00333E71"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333E71" w:rsidRPr="00333E71" w:rsidRDefault="00560642" w:rsidP="00560642">
                                  <w:pPr>
                                    <w:pStyle w:val="Bezmezer"/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</w:pPr>
                                  <w:r w:rsidRPr="00560642"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  <w:t>U Fotochemy 259/8</w:t>
                                  </w:r>
                                  <w:r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560642"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  <w:t>Hradec Králové</w:t>
                                  </w:r>
                                  <w:r>
                                    <w:rPr>
                                      <w:rStyle w:val="Potovnadresa"/>
                                      <w:sz w:val="20"/>
                                      <w:szCs w:val="20"/>
                                    </w:rPr>
                                    <w:t xml:space="preserve"> 501 01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F6AB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30pt;margin-top:117pt;width:195.4pt;height:14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" o:allowincell="f" fillcolor="white [3212]" stroked="f" strokeweight=".5pt">
                      <v:textbox>
                        <w:txbxContent>
                          <w:p w:rsidR="00764595" w:rsidRPr="00162D65" w:rsidRDefault="00162D65" w:rsidP="00764595">
                            <w:pPr>
                              <w:pStyle w:val="Bezmezer"/>
                              <w:rPr>
                                <w:rStyle w:val="Potovnadresa"/>
                                <w:sz w:val="20"/>
                                <w:szCs w:val="20"/>
                              </w:rPr>
                            </w:pPr>
                            <w:r w:rsidRPr="00162D65">
                              <w:rPr>
                                <w:rStyle w:val="Potovnadresa"/>
                                <w:sz w:val="20"/>
                                <w:szCs w:val="20"/>
                              </w:rPr>
                              <w:t>SŽ, státní organizace</w:t>
                            </w:r>
                          </w:p>
                          <w:p w:rsidR="00333E71" w:rsidRPr="00333E71" w:rsidRDefault="00333E71" w:rsidP="00333E71">
                            <w:pPr>
                              <w:pStyle w:val="Bezmezer"/>
                              <w:rPr>
                                <w:rStyle w:val="Potovnadresa"/>
                                <w:sz w:val="20"/>
                                <w:szCs w:val="20"/>
                              </w:rPr>
                            </w:pPr>
                            <w:r w:rsidRPr="00333E71">
                              <w:rPr>
                                <w:rStyle w:val="Potovnadresa"/>
                                <w:sz w:val="20"/>
                                <w:szCs w:val="20"/>
                              </w:rPr>
                              <w:t>Stavební správa východ</w:t>
                            </w:r>
                          </w:p>
                          <w:p w:rsidR="00333E71" w:rsidRDefault="00333E71" w:rsidP="00333E71">
                            <w:pPr>
                              <w:pStyle w:val="Bezmezer"/>
                              <w:rPr>
                                <w:rStyle w:val="Potovnadresa"/>
                                <w:sz w:val="20"/>
                                <w:szCs w:val="20"/>
                              </w:rPr>
                            </w:pPr>
                          </w:p>
                          <w:p w:rsidR="00333E71" w:rsidRPr="00333E71" w:rsidRDefault="00E8631B" w:rsidP="00333E71">
                            <w:pPr>
                              <w:autoSpaceDE w:val="0"/>
                              <w:autoSpaceDN w:val="0"/>
                              <w:rPr>
                                <w:rStyle w:val="Potovnadres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002B59"/>
                                <w:sz w:val="20"/>
                                <w:szCs w:val="20"/>
                              </w:rPr>
                              <w:t>Ing. Miroslav Hladík</w:t>
                            </w:r>
                          </w:p>
                          <w:p w:rsidR="00545966" w:rsidRDefault="00545966" w:rsidP="00333E71">
                            <w:pPr>
                              <w:pStyle w:val="Bezmezer"/>
                              <w:rPr>
                                <w:rStyle w:val="Potovnadresa"/>
                                <w:sz w:val="20"/>
                                <w:szCs w:val="20"/>
                              </w:rPr>
                            </w:pPr>
                            <w:r w:rsidRPr="00545966">
                              <w:rPr>
                                <w:rStyle w:val="Potovnadresa"/>
                                <w:sz w:val="20"/>
                                <w:szCs w:val="20"/>
                              </w:rPr>
                              <w:t>Přípravář stavební akce</w:t>
                            </w:r>
                          </w:p>
                          <w:p w:rsidR="00333E71" w:rsidRPr="00333E71" w:rsidRDefault="00333E71" w:rsidP="00333E71">
                            <w:pPr>
                              <w:pStyle w:val="Bezmezer"/>
                              <w:rPr>
                                <w:rStyle w:val="Potovnadresa"/>
                                <w:sz w:val="20"/>
                                <w:szCs w:val="20"/>
                              </w:rPr>
                            </w:pPr>
                            <w:r w:rsidRPr="00333E71">
                              <w:rPr>
                                <w:rStyle w:val="Potovnadresa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33E71" w:rsidRPr="00333E71" w:rsidRDefault="00560642" w:rsidP="00560642">
                            <w:pPr>
                              <w:pStyle w:val="Bezmezer"/>
                              <w:rPr>
                                <w:rStyle w:val="Potovnadresa"/>
                                <w:sz w:val="20"/>
                                <w:szCs w:val="20"/>
                              </w:rPr>
                            </w:pPr>
                            <w:r w:rsidRPr="00560642">
                              <w:rPr>
                                <w:rStyle w:val="Potovnadresa"/>
                                <w:sz w:val="20"/>
                                <w:szCs w:val="20"/>
                              </w:rPr>
                              <w:t>U Fotochemy 259/8</w:t>
                            </w:r>
                            <w:r>
                              <w:rPr>
                                <w:rStyle w:val="Potovnadresa"/>
                                <w:sz w:val="20"/>
                                <w:szCs w:val="20"/>
                              </w:rPr>
                              <w:br/>
                            </w:r>
                            <w:r w:rsidRPr="00560642">
                              <w:rPr>
                                <w:rStyle w:val="Potovnadresa"/>
                                <w:sz w:val="20"/>
                                <w:szCs w:val="20"/>
                              </w:rPr>
                              <w:t>Hradec Králové</w:t>
                            </w:r>
                            <w:r>
                              <w:rPr>
                                <w:rStyle w:val="Potovnadresa"/>
                                <w:sz w:val="20"/>
                                <w:szCs w:val="20"/>
                              </w:rPr>
                              <w:t xml:space="preserve"> 501 01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5A75D4">
              <w:rPr>
                <w:sz w:val="18"/>
              </w:rPr>
              <w:t>Váš dopis</w:t>
            </w:r>
            <w:r w:rsidR="00162D65">
              <w:rPr>
                <w:sz w:val="18"/>
              </w:rPr>
              <w:t xml:space="preserve"> </w:t>
            </w:r>
            <w:r w:rsidR="00F64786" w:rsidRPr="005A75D4">
              <w:rPr>
                <w:sz w:val="18"/>
              </w:rPr>
              <w:t>zn</w:t>
            </w:r>
            <w:r w:rsidR="00F64786" w:rsidRPr="00F310F8">
              <w:t>.</w:t>
            </w:r>
          </w:p>
        </w:tc>
        <w:tc>
          <w:tcPr>
            <w:tcW w:w="2552" w:type="dxa"/>
          </w:tcPr>
          <w:p w:rsidR="00F64786" w:rsidRPr="00162D65" w:rsidRDefault="00F64786" w:rsidP="0077673A">
            <w:pPr>
              <w:rPr>
                <w:sz w:val="18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Pr="005A75D4" w:rsidRDefault="00F862D6" w:rsidP="0077673A">
            <w:pPr>
              <w:rPr>
                <w:sz w:val="18"/>
              </w:rPr>
            </w:pPr>
            <w:r w:rsidRPr="005A75D4">
              <w:rPr>
                <w:sz w:val="18"/>
              </w:rPr>
              <w:t>Ze dne</w:t>
            </w:r>
          </w:p>
        </w:tc>
        <w:tc>
          <w:tcPr>
            <w:tcW w:w="2552" w:type="dxa"/>
          </w:tcPr>
          <w:p w:rsidR="00F862D6" w:rsidRPr="005A75D4" w:rsidRDefault="00F862D6" w:rsidP="00B95176">
            <w:pPr>
              <w:rPr>
                <w:sz w:val="18"/>
              </w:rPr>
            </w:pP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5A75D4" w:rsidRDefault="00F862D6" w:rsidP="0077673A">
            <w:pPr>
              <w:rPr>
                <w:sz w:val="18"/>
              </w:rPr>
            </w:pPr>
            <w:r w:rsidRPr="005A75D4">
              <w:rPr>
                <w:sz w:val="18"/>
              </w:rPr>
              <w:t>Naše zn.</w:t>
            </w:r>
          </w:p>
        </w:tc>
        <w:tc>
          <w:tcPr>
            <w:tcW w:w="2552" w:type="dxa"/>
          </w:tcPr>
          <w:p w:rsidR="00F862D6" w:rsidRPr="00C746CF" w:rsidRDefault="00F862D6" w:rsidP="0059428F">
            <w:pPr>
              <w:rPr>
                <w:sz w:val="18"/>
              </w:rPr>
            </w:pP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5A75D4" w:rsidRDefault="00F862D6" w:rsidP="0077673A">
            <w:pPr>
              <w:rPr>
                <w:sz w:val="18"/>
              </w:rPr>
            </w:pPr>
            <w:r w:rsidRPr="005A75D4">
              <w:rPr>
                <w:sz w:val="18"/>
              </w:rPr>
              <w:t>Listů/příloh</w:t>
            </w:r>
          </w:p>
        </w:tc>
        <w:tc>
          <w:tcPr>
            <w:tcW w:w="2552" w:type="dxa"/>
          </w:tcPr>
          <w:p w:rsidR="00F862D6" w:rsidRPr="005A75D4" w:rsidRDefault="00202382" w:rsidP="00560642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560642">
              <w:rPr>
                <w:sz w:val="18"/>
              </w:rPr>
              <w:t>1</w:t>
            </w:r>
            <w:r>
              <w:rPr>
                <w:sz w:val="18"/>
              </w:rPr>
              <w:t>/</w:t>
            </w:r>
            <w:r w:rsidR="00560642">
              <w:rPr>
                <w:sz w:val="18"/>
              </w:rPr>
              <w:t>0</w:t>
            </w:r>
            <w:bookmarkStart w:id="0" w:name="_GoBack"/>
            <w:bookmarkEnd w:id="0"/>
            <w:r w:rsidR="00162D65">
              <w:rPr>
                <w:sz w:val="18"/>
              </w:rPr>
              <w:t xml:space="preserve"> 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5A75D4" w:rsidRDefault="00F862D6" w:rsidP="0077673A">
            <w:pPr>
              <w:rPr>
                <w:sz w:val="18"/>
              </w:rPr>
            </w:pPr>
          </w:p>
        </w:tc>
        <w:tc>
          <w:tcPr>
            <w:tcW w:w="2552" w:type="dxa"/>
          </w:tcPr>
          <w:p w:rsidR="00F862D6" w:rsidRPr="005A75D4" w:rsidRDefault="00F862D6" w:rsidP="0077673A">
            <w:pPr>
              <w:rPr>
                <w:sz w:val="18"/>
              </w:rPr>
            </w:pP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5A75D4" w:rsidRDefault="00F862D6" w:rsidP="0077673A">
            <w:pPr>
              <w:rPr>
                <w:sz w:val="18"/>
              </w:rPr>
            </w:pPr>
            <w:r w:rsidRPr="005A75D4">
              <w:rPr>
                <w:sz w:val="18"/>
              </w:rPr>
              <w:t>Vyřizuje</w:t>
            </w:r>
          </w:p>
        </w:tc>
        <w:tc>
          <w:tcPr>
            <w:tcW w:w="2552" w:type="dxa"/>
          </w:tcPr>
          <w:p w:rsidR="00F862D6" w:rsidRPr="005A75D4" w:rsidRDefault="00333E71" w:rsidP="0077673A">
            <w:pPr>
              <w:rPr>
                <w:sz w:val="18"/>
              </w:rPr>
            </w:pPr>
            <w:r>
              <w:rPr>
                <w:sz w:val="18"/>
              </w:rPr>
              <w:t>Ing. Petr Očenáš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Pr="005A75D4" w:rsidRDefault="009A7568" w:rsidP="009A7568">
            <w:pPr>
              <w:rPr>
                <w:sz w:val="18"/>
              </w:rPr>
            </w:pPr>
            <w:r w:rsidRPr="005A75D4">
              <w:rPr>
                <w:sz w:val="18"/>
              </w:rPr>
              <w:t>Telefon</w:t>
            </w:r>
          </w:p>
        </w:tc>
        <w:tc>
          <w:tcPr>
            <w:tcW w:w="2552" w:type="dxa"/>
          </w:tcPr>
          <w:p w:rsidR="009A7568" w:rsidRPr="005A75D4" w:rsidRDefault="005A75D4" w:rsidP="00333E71">
            <w:pPr>
              <w:rPr>
                <w:sz w:val="18"/>
              </w:rPr>
            </w:pPr>
            <w:r w:rsidRPr="005A75D4">
              <w:rPr>
                <w:sz w:val="18"/>
              </w:rPr>
              <w:t>+</w:t>
            </w:r>
            <w:r w:rsidR="00285CF5" w:rsidRPr="005A75D4">
              <w:rPr>
                <w:sz w:val="18"/>
              </w:rPr>
              <w:t>420 972 322 13</w:t>
            </w:r>
            <w:r w:rsidR="00333E71">
              <w:rPr>
                <w:sz w:val="18"/>
              </w:rPr>
              <w:t>4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Pr="005A75D4" w:rsidRDefault="009A7568" w:rsidP="009A7568">
            <w:pPr>
              <w:rPr>
                <w:sz w:val="18"/>
              </w:rPr>
            </w:pPr>
            <w:r w:rsidRPr="005A75D4">
              <w:rPr>
                <w:sz w:val="18"/>
              </w:rPr>
              <w:t>Mobil</w:t>
            </w:r>
          </w:p>
        </w:tc>
        <w:tc>
          <w:tcPr>
            <w:tcW w:w="2552" w:type="dxa"/>
          </w:tcPr>
          <w:p w:rsidR="009A7568" w:rsidRPr="005A75D4" w:rsidRDefault="005A75D4" w:rsidP="00333E71">
            <w:pPr>
              <w:rPr>
                <w:sz w:val="18"/>
              </w:rPr>
            </w:pPr>
            <w:r w:rsidRPr="005A75D4">
              <w:rPr>
                <w:sz w:val="18"/>
              </w:rPr>
              <w:t>+</w:t>
            </w:r>
            <w:r w:rsidR="00285CF5" w:rsidRPr="005A75D4">
              <w:rPr>
                <w:sz w:val="18"/>
              </w:rPr>
              <w:t>420</w:t>
            </w:r>
            <w:r w:rsidR="00333E71">
              <w:rPr>
                <w:sz w:val="18"/>
              </w:rPr>
              <w:t> 724 765 397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Pr="005A75D4" w:rsidRDefault="009A7568" w:rsidP="009A7568">
            <w:pPr>
              <w:rPr>
                <w:sz w:val="18"/>
              </w:rPr>
            </w:pPr>
            <w:r w:rsidRPr="005A75D4">
              <w:rPr>
                <w:sz w:val="18"/>
              </w:rPr>
              <w:t>E-mail</w:t>
            </w:r>
          </w:p>
        </w:tc>
        <w:tc>
          <w:tcPr>
            <w:tcW w:w="2552" w:type="dxa"/>
          </w:tcPr>
          <w:p w:rsidR="009A7568" w:rsidRPr="005A75D4" w:rsidRDefault="00333E71" w:rsidP="009A7568">
            <w:pPr>
              <w:rPr>
                <w:sz w:val="18"/>
              </w:rPr>
            </w:pPr>
            <w:r w:rsidRPr="00333E71">
              <w:fldChar w:fldCharType="begin">
                <w:ffData>
                  <w:name w:val="E_mail"/>
                  <w:enabled/>
                  <w:calcOnExit w:val="0"/>
                  <w:textInput>
                    <w:default w:val="ocenas@szdc.cz"/>
                  </w:textInput>
                </w:ffData>
              </w:fldChar>
            </w:r>
            <w:bookmarkStart w:id="1" w:name="E_mail"/>
            <w:r w:rsidRPr="00333E71">
              <w:rPr>
                <w:sz w:val="18"/>
              </w:rPr>
              <w:instrText xml:space="preserve"> FORMTEXT </w:instrText>
            </w:r>
            <w:r w:rsidRPr="00333E71">
              <w:fldChar w:fldCharType="separate"/>
            </w:r>
            <w:r w:rsidRPr="00333E71">
              <w:rPr>
                <w:noProof/>
                <w:sz w:val="18"/>
              </w:rPr>
              <w:t>ocenas@szdc.cz</w:t>
            </w:r>
            <w:r w:rsidRPr="00333E71">
              <w:fldChar w:fldCharType="end"/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Pr="005A75D4" w:rsidRDefault="009A7568" w:rsidP="009A7568">
            <w:pPr>
              <w:rPr>
                <w:sz w:val="18"/>
              </w:rPr>
            </w:pPr>
          </w:p>
        </w:tc>
        <w:tc>
          <w:tcPr>
            <w:tcW w:w="2552" w:type="dxa"/>
          </w:tcPr>
          <w:p w:rsidR="009A7568" w:rsidRPr="005A75D4" w:rsidRDefault="009A7568" w:rsidP="009A7568">
            <w:pPr>
              <w:rPr>
                <w:sz w:val="18"/>
              </w:rPr>
            </w:pP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Pr="005A75D4" w:rsidRDefault="009A7568" w:rsidP="009A7568">
            <w:pPr>
              <w:rPr>
                <w:sz w:val="18"/>
              </w:rPr>
            </w:pPr>
            <w:r w:rsidRPr="005A75D4">
              <w:rPr>
                <w:sz w:val="18"/>
              </w:rPr>
              <w:t>Datum</w:t>
            </w:r>
          </w:p>
        </w:tc>
        <w:bookmarkStart w:id="2" w:name="Datum"/>
        <w:tc>
          <w:tcPr>
            <w:tcW w:w="2552" w:type="dxa"/>
          </w:tcPr>
          <w:p w:rsidR="009A7568" w:rsidRPr="005A75D4" w:rsidRDefault="009A7568" w:rsidP="009A7568">
            <w:pPr>
              <w:rPr>
                <w:sz w:val="18"/>
              </w:rPr>
            </w:pPr>
            <w:r w:rsidRPr="005A75D4">
              <w:fldChar w:fldCharType="begin"/>
            </w:r>
            <w:r w:rsidRPr="005A75D4">
              <w:rPr>
                <w:sz w:val="18"/>
              </w:rPr>
              <w:instrText xml:space="preserve"> DATE  \@ "d. MMMM yyyy"  \* MERGEFORMAT </w:instrText>
            </w:r>
            <w:r w:rsidRPr="005A75D4">
              <w:fldChar w:fldCharType="separate"/>
            </w:r>
            <w:r w:rsidR="00240011" w:rsidRPr="00240011">
              <w:rPr>
                <w:noProof/>
                <w:sz w:val="18"/>
              </w:rPr>
              <w:t>22. července 2022</w:t>
            </w:r>
            <w:r w:rsidRPr="005A75D4">
              <w:fldChar w:fldCharType="end"/>
            </w:r>
            <w:r w:rsidRPr="005A75D4">
              <w:rPr>
                <w:sz w:val="18"/>
              </w:rPr>
              <w:t xml:space="preserve"> </w:t>
            </w:r>
            <w:bookmarkEnd w:id="2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E62149">
        <w:trPr>
          <w:trHeight w:val="508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B95176" w:rsidRPr="006B59C4" w:rsidRDefault="00581C5D" w:rsidP="00B95176">
      <w:pPr>
        <w:pStyle w:val="Pedmtdopisu"/>
        <w:spacing w:after="0"/>
        <w:rPr>
          <w:rFonts w:cs="Arial"/>
          <w:sz w:val="22"/>
          <w:szCs w:val="22"/>
          <w:u w:val="single"/>
        </w:rPr>
      </w:pPr>
      <w:r>
        <w:rPr>
          <w:sz w:val="22"/>
          <w:szCs w:val="22"/>
          <w:u w:val="single"/>
        </w:rPr>
        <w:br/>
      </w:r>
      <w:r w:rsidR="00285CF5" w:rsidRPr="006B59C4">
        <w:rPr>
          <w:sz w:val="22"/>
          <w:szCs w:val="22"/>
          <w:u w:val="single"/>
        </w:rPr>
        <w:t>Vě</w:t>
      </w:r>
      <w:r w:rsidR="005A75D4" w:rsidRPr="006B59C4">
        <w:rPr>
          <w:sz w:val="22"/>
          <w:szCs w:val="22"/>
          <w:u w:val="single"/>
        </w:rPr>
        <w:t xml:space="preserve">c: </w:t>
      </w:r>
      <w:r w:rsidR="00B95176" w:rsidRPr="006B59C4">
        <w:rPr>
          <w:rFonts w:cs="Arial"/>
          <w:sz w:val="22"/>
          <w:szCs w:val="22"/>
          <w:u w:val="single"/>
        </w:rPr>
        <w:t xml:space="preserve">Vyjádření </w:t>
      </w:r>
      <w:r w:rsidR="00333E71">
        <w:rPr>
          <w:rFonts w:cs="Arial"/>
          <w:sz w:val="22"/>
          <w:szCs w:val="22"/>
          <w:u w:val="single"/>
        </w:rPr>
        <w:t>ÚOZI investora</w:t>
      </w:r>
      <w:r w:rsidR="00B95176" w:rsidRPr="006B59C4">
        <w:rPr>
          <w:rFonts w:cs="Arial"/>
          <w:sz w:val="22"/>
          <w:szCs w:val="22"/>
          <w:u w:val="single"/>
        </w:rPr>
        <w:t xml:space="preserve"> </w:t>
      </w:r>
      <w:r w:rsidR="005B205B">
        <w:rPr>
          <w:rFonts w:cs="Arial"/>
          <w:sz w:val="22"/>
          <w:szCs w:val="22"/>
          <w:u w:val="single"/>
        </w:rPr>
        <w:t xml:space="preserve">k DSP </w:t>
      </w:r>
      <w:r w:rsidR="00B95176" w:rsidRPr="006B59C4">
        <w:rPr>
          <w:rFonts w:cs="Arial"/>
          <w:sz w:val="22"/>
          <w:szCs w:val="22"/>
          <w:u w:val="single"/>
        </w:rPr>
        <w:t>stavb</w:t>
      </w:r>
      <w:r w:rsidR="00545966">
        <w:rPr>
          <w:rFonts w:cs="Arial"/>
          <w:sz w:val="22"/>
          <w:szCs w:val="22"/>
          <w:u w:val="single"/>
        </w:rPr>
        <w:t>y</w:t>
      </w:r>
      <w:r w:rsidR="00B95176" w:rsidRPr="006B59C4">
        <w:rPr>
          <w:rFonts w:cs="Arial"/>
          <w:sz w:val="22"/>
          <w:szCs w:val="22"/>
          <w:u w:val="single"/>
        </w:rPr>
        <w:t xml:space="preserve">: </w:t>
      </w:r>
    </w:p>
    <w:p w:rsidR="00E62149" w:rsidRPr="00E8631B" w:rsidRDefault="00E62149" w:rsidP="00544273">
      <w:pPr>
        <w:pStyle w:val="Oslovenvdopisu"/>
        <w:tabs>
          <w:tab w:val="left" w:pos="1072"/>
        </w:tabs>
        <w:jc w:val="both"/>
        <w:rPr>
          <w:rFonts w:cs="Arial"/>
          <w:b/>
          <w:sz w:val="22"/>
          <w:szCs w:val="22"/>
        </w:rPr>
      </w:pPr>
      <w:r w:rsidRPr="00E8631B">
        <w:rPr>
          <w:rFonts w:cs="Arial"/>
          <w:b/>
          <w:sz w:val="22"/>
          <w:szCs w:val="22"/>
        </w:rPr>
        <w:tab/>
      </w:r>
      <w:r w:rsidRPr="00E8631B">
        <w:rPr>
          <w:rFonts w:cs="Arial"/>
          <w:b/>
          <w:sz w:val="22"/>
          <w:szCs w:val="22"/>
        </w:rPr>
        <w:br/>
      </w:r>
      <w:r w:rsidR="00544273" w:rsidRPr="00E8631B">
        <w:rPr>
          <w:rFonts w:cs="Arial"/>
          <w:b/>
          <w:sz w:val="22"/>
          <w:szCs w:val="22"/>
        </w:rPr>
        <w:t>„</w:t>
      </w:r>
      <w:r w:rsidR="00E8631B" w:rsidRPr="00E8631B">
        <w:rPr>
          <w:rFonts w:cs="Arial"/>
          <w:b/>
          <w:sz w:val="22"/>
          <w:szCs w:val="22"/>
        </w:rPr>
        <w:t>Zřízení bezbariérového přístupu na nástupiště zastávky Pardubice – Pardubičky</w:t>
      </w:r>
      <w:r w:rsidR="00544273" w:rsidRPr="00E8631B">
        <w:rPr>
          <w:rFonts w:cs="Arial"/>
          <w:b/>
          <w:sz w:val="22"/>
          <w:szCs w:val="22"/>
        </w:rPr>
        <w:t xml:space="preserve">“  </w:t>
      </w:r>
    </w:p>
    <w:p w:rsidR="00545966" w:rsidRPr="00012DFF" w:rsidRDefault="00544273" w:rsidP="00545966">
      <w:pPr>
        <w:jc w:val="both"/>
        <w:rPr>
          <w:bCs/>
        </w:rPr>
      </w:pPr>
      <w:r>
        <w:rPr>
          <w:b/>
          <w:bCs/>
          <w:sz w:val="20"/>
          <w:szCs w:val="20"/>
        </w:rPr>
        <w:br/>
      </w:r>
      <w:r w:rsidR="00545966" w:rsidRPr="00012DFF">
        <w:rPr>
          <w:bCs/>
        </w:rPr>
        <w:t xml:space="preserve">Dne </w:t>
      </w:r>
      <w:r w:rsidR="00560642">
        <w:rPr>
          <w:bCs/>
        </w:rPr>
        <w:t>7</w:t>
      </w:r>
      <w:r w:rsidR="00545966" w:rsidRPr="00012DFF">
        <w:rPr>
          <w:bCs/>
        </w:rPr>
        <w:t xml:space="preserve">. </w:t>
      </w:r>
      <w:r w:rsidR="00560642">
        <w:rPr>
          <w:bCs/>
        </w:rPr>
        <w:t>července</w:t>
      </w:r>
      <w:r w:rsidR="00545966" w:rsidRPr="00012DFF">
        <w:rPr>
          <w:bCs/>
        </w:rPr>
        <w:t xml:space="preserve"> 20</w:t>
      </w:r>
      <w:r w:rsidR="00545966">
        <w:rPr>
          <w:bCs/>
        </w:rPr>
        <w:t>22</w:t>
      </w:r>
      <w:r w:rsidR="00545966" w:rsidRPr="00012DFF">
        <w:rPr>
          <w:bCs/>
        </w:rPr>
        <w:t xml:space="preserve"> byla předána k</w:t>
      </w:r>
      <w:r w:rsidR="00545966">
        <w:rPr>
          <w:bCs/>
        </w:rPr>
        <w:t xml:space="preserve"> připomínkám</w:t>
      </w:r>
      <w:r w:rsidR="00545966" w:rsidRPr="00012DFF">
        <w:rPr>
          <w:bCs/>
        </w:rPr>
        <w:t xml:space="preserve"> geodetická část DSP </w:t>
      </w:r>
      <w:r w:rsidR="00545966" w:rsidRPr="00443A10">
        <w:t>„</w:t>
      </w:r>
      <w:r w:rsidR="00560642" w:rsidRPr="00560642">
        <w:t>Zřízení bezbariérového přístupu na nástupiště zastávky Pardubice – Pardubičky</w:t>
      </w:r>
      <w:r w:rsidR="00545966">
        <w:t>“</w:t>
      </w:r>
    </w:p>
    <w:p w:rsidR="00560642" w:rsidRDefault="00545966" w:rsidP="00545966">
      <w:pPr>
        <w:jc w:val="both"/>
      </w:pPr>
      <w:r w:rsidRPr="00012DFF">
        <w:rPr>
          <w:bCs/>
        </w:rPr>
        <w:t xml:space="preserve">Zhotovitelem projektu stavby je firma </w:t>
      </w:r>
      <w:r w:rsidR="00560642">
        <w:t>Prodin a.s.</w:t>
      </w:r>
    </w:p>
    <w:p w:rsidR="00560642" w:rsidRDefault="00560642" w:rsidP="00545966">
      <w:pPr>
        <w:jc w:val="both"/>
        <w:rPr>
          <w:b/>
          <w:i/>
          <w:sz w:val="20"/>
          <w:szCs w:val="20"/>
        </w:rPr>
      </w:pPr>
    </w:p>
    <w:p w:rsidR="00544273" w:rsidRPr="00544273" w:rsidRDefault="00544273" w:rsidP="00545966">
      <w:pPr>
        <w:jc w:val="both"/>
        <w:rPr>
          <w:b/>
          <w:i/>
          <w:sz w:val="20"/>
          <w:szCs w:val="20"/>
        </w:rPr>
      </w:pPr>
      <w:r w:rsidRPr="00544273">
        <w:rPr>
          <w:b/>
          <w:i/>
          <w:sz w:val="20"/>
          <w:szCs w:val="20"/>
        </w:rPr>
        <w:t xml:space="preserve">Zhotovitel </w:t>
      </w:r>
      <w:r w:rsidR="00560642">
        <w:rPr>
          <w:b/>
          <w:i/>
          <w:sz w:val="20"/>
          <w:szCs w:val="20"/>
        </w:rPr>
        <w:t>ne</w:t>
      </w:r>
      <w:r w:rsidRPr="00544273">
        <w:rPr>
          <w:b/>
          <w:i/>
          <w:sz w:val="20"/>
          <w:szCs w:val="20"/>
        </w:rPr>
        <w:t>odevzdal</w:t>
      </w:r>
      <w:r w:rsidR="00560642">
        <w:rPr>
          <w:b/>
          <w:i/>
          <w:sz w:val="20"/>
          <w:szCs w:val="20"/>
        </w:rPr>
        <w:t xml:space="preserve"> k přípomínkám</w:t>
      </w:r>
      <w:r w:rsidRPr="00544273">
        <w:rPr>
          <w:b/>
          <w:i/>
          <w:sz w:val="20"/>
          <w:szCs w:val="20"/>
        </w:rPr>
        <w:t xml:space="preserve"> geodetick</w:t>
      </w:r>
      <w:r w:rsidR="00560642">
        <w:rPr>
          <w:b/>
          <w:i/>
          <w:sz w:val="20"/>
          <w:szCs w:val="20"/>
        </w:rPr>
        <w:t>ou dokumentaci</w:t>
      </w:r>
    </w:p>
    <w:p w:rsidR="008846F1" w:rsidRDefault="008846F1" w:rsidP="001506F8">
      <w:pPr>
        <w:jc w:val="both"/>
        <w:rPr>
          <w:sz w:val="20"/>
          <w:szCs w:val="20"/>
        </w:rPr>
      </w:pPr>
    </w:p>
    <w:p w:rsidR="00544273" w:rsidRDefault="00544273" w:rsidP="00544273">
      <w:pPr>
        <w:ind w:right="213"/>
        <w:rPr>
          <w:sz w:val="20"/>
          <w:szCs w:val="20"/>
        </w:rPr>
      </w:pPr>
    </w:p>
    <w:p w:rsidR="005B205B" w:rsidRPr="005B205B" w:rsidRDefault="001506F8" w:rsidP="00544273">
      <w:pPr>
        <w:ind w:right="213"/>
        <w:rPr>
          <w:sz w:val="20"/>
          <w:szCs w:val="20"/>
        </w:rPr>
      </w:pPr>
      <w:r>
        <w:rPr>
          <w:sz w:val="20"/>
          <w:szCs w:val="20"/>
        </w:rPr>
        <w:t>Zpracoval</w:t>
      </w:r>
      <w:r w:rsidR="005B205B" w:rsidRPr="005B205B">
        <w:rPr>
          <w:sz w:val="20"/>
          <w:szCs w:val="20"/>
        </w:rPr>
        <w:t xml:space="preserve">: Ing. Petr Očenáš                                             </w:t>
      </w:r>
    </w:p>
    <w:sectPr w:rsidR="005B205B" w:rsidRPr="005B205B" w:rsidSect="00FC638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6E" w:rsidRDefault="0070436E" w:rsidP="00962258">
      <w:pPr>
        <w:spacing w:after="0" w:line="240" w:lineRule="auto"/>
      </w:pPr>
      <w:r>
        <w:separator/>
      </w:r>
    </w:p>
  </w:endnote>
  <w:endnote w:type="continuationSeparator" w:id="0">
    <w:p w:rsidR="0070436E" w:rsidRDefault="0070436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06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00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6178D4F" wp14:editId="1094D8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D39C49" id="Straight Connector 3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1072" behindDoc="1" locked="1" layoutInCell="1" allowOverlap="1" wp14:anchorId="394C41C6" wp14:editId="3D8424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8E6778" id="Straight Connector 2" o:spid="_x0000_s1026" style="position:absolute;z-index:-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00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00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9059F3" w:rsidRDefault="009059F3" w:rsidP="009059F3">
          <w:pPr>
            <w:pStyle w:val="Zpat"/>
          </w:pPr>
          <w:r>
            <w:t>Sídlo: Dlážděná 1003/7, 110 00 Praha 1</w:t>
          </w:r>
        </w:p>
        <w:p w:rsidR="009059F3" w:rsidRDefault="009059F3" w:rsidP="009059F3">
          <w:pPr>
            <w:pStyle w:val="Zpat"/>
          </w:pPr>
          <w:r>
            <w:t>IČ: 709 94 234 DIČ: CZ 709 94 234</w:t>
          </w:r>
        </w:p>
        <w:p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FA6A11" w:rsidRDefault="009547FE" w:rsidP="009547FE">
          <w:pPr>
            <w:pStyle w:val="Zpat"/>
            <w:rPr>
              <w:b/>
            </w:rPr>
          </w:pPr>
          <w:r w:rsidRPr="009547FE">
            <w:rPr>
              <w:b/>
            </w:rPr>
            <w:t xml:space="preserve">Správa železniční dopravní cesty, </w:t>
          </w:r>
        </w:p>
        <w:p w:rsidR="009547FE" w:rsidRPr="009547FE" w:rsidRDefault="009547FE" w:rsidP="009547FE">
          <w:pPr>
            <w:pStyle w:val="Zpat"/>
            <w:rPr>
              <w:b/>
            </w:rPr>
          </w:pPr>
          <w:r w:rsidRPr="009547FE">
            <w:rPr>
              <w:b/>
            </w:rPr>
            <w:t>státní organizace</w:t>
          </w:r>
        </w:p>
        <w:p w:rsidR="009547FE" w:rsidRPr="009547FE" w:rsidRDefault="00FA6A11" w:rsidP="009547FE">
          <w:pPr>
            <w:pStyle w:val="Zpat"/>
            <w:rPr>
              <w:b/>
            </w:rPr>
          </w:pPr>
          <w:r>
            <w:rPr>
              <w:b/>
            </w:rPr>
            <w:t>Správa železniční geodézie Praha</w:t>
          </w:r>
        </w:p>
        <w:p w:rsidR="009547FE" w:rsidRDefault="00FA6A11" w:rsidP="009547FE">
          <w:pPr>
            <w:pStyle w:val="Zpat"/>
            <w:rPr>
              <w:b/>
            </w:rPr>
          </w:pPr>
          <w:r>
            <w:rPr>
              <w:b/>
            </w:rPr>
            <w:t>Pod Výtopnou</w:t>
          </w:r>
          <w:r w:rsidR="009547FE" w:rsidRPr="009547FE">
            <w:rPr>
              <w:b/>
            </w:rPr>
            <w:t xml:space="preserve"> </w:t>
          </w:r>
          <w:r>
            <w:rPr>
              <w:b/>
            </w:rPr>
            <w:t>645</w:t>
          </w:r>
          <w:r w:rsidR="009547FE" w:rsidRPr="009547FE">
            <w:rPr>
              <w:b/>
            </w:rPr>
            <w:t>/</w:t>
          </w:r>
          <w:r>
            <w:rPr>
              <w:b/>
            </w:rPr>
            <w:t xml:space="preserve">8, </w:t>
          </w:r>
          <w:r w:rsidR="009547FE" w:rsidRPr="009547FE">
            <w:rPr>
              <w:b/>
            </w:rPr>
            <w:t>1</w:t>
          </w:r>
          <w:r>
            <w:rPr>
              <w:b/>
            </w:rPr>
            <w:t>86</w:t>
          </w:r>
          <w:r w:rsidR="009547FE" w:rsidRPr="009547FE">
            <w:rPr>
              <w:b/>
            </w:rPr>
            <w:t xml:space="preserve"> 00 Praha </w:t>
          </w:r>
          <w:r>
            <w:rPr>
              <w:b/>
            </w:rPr>
            <w:t>8</w:t>
          </w:r>
        </w:p>
        <w:p w:rsidR="00F1715C" w:rsidRDefault="00F1715C" w:rsidP="009547FE">
          <w:pPr>
            <w:pStyle w:val="Zpat"/>
          </w:pPr>
          <w:r w:rsidRPr="009059F3">
            <w:rPr>
              <w:b/>
            </w:rPr>
            <w:t>www.szdc.cz</w:t>
          </w:r>
        </w:p>
      </w:tc>
      <w:tc>
        <w:tcPr>
          <w:tcW w:w="2069" w:type="dxa"/>
        </w:tcPr>
        <w:p w:rsidR="00F1715C" w:rsidRDefault="00F1715C" w:rsidP="00B45E9E">
          <w:pPr>
            <w:pStyle w:val="Zpat"/>
          </w:pPr>
        </w:p>
      </w:tc>
    </w:tr>
  </w:tbl>
  <w:p w:rsidR="00F1715C" w:rsidRPr="00B8518B" w:rsidRDefault="0037179F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0048" behindDoc="0" locked="1" layoutInCell="0" allowOverlap="1" wp14:anchorId="338CE5C6" wp14:editId="3F57BC64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23E30B8A" wp14:editId="583E84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4FD079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16834A7" wp14:editId="45B8E1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04EDFC" id="Straight Connector 10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6E" w:rsidRDefault="0070436E" w:rsidP="00962258">
      <w:pPr>
        <w:spacing w:after="0" w:line="240" w:lineRule="auto"/>
      </w:pPr>
      <w:r>
        <w:separator/>
      </w:r>
    </w:p>
  </w:footnote>
  <w:footnote w:type="continuationSeparator" w:id="0">
    <w:p w:rsidR="0070436E" w:rsidRDefault="0070436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0" behindDoc="0" locked="1" layoutInCell="1" allowOverlap="1" wp14:anchorId="157823A3" wp14:editId="3CFBEA9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C01D38C" id="Half Frame 8" o:spid="_x0000_s1026" style="position:absolute;margin-left:251.15pt;margin-top:82.45pt;width:12.7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0E2BD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0ECA3CF0" wp14:editId="7F9078E8">
          <wp:simplePos x="0" y="0"/>
          <wp:positionH relativeFrom="page">
            <wp:posOffset>431800</wp:posOffset>
          </wp:positionH>
          <wp:positionV relativeFrom="page">
            <wp:posOffset>392430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762D262" wp14:editId="152DD04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F642A9" id="Half Frame 11" o:spid="_x0000_s1026" style="position:absolute;margin-left:428.7pt;margin-top:187.05pt;width:12.75pt;height:12.7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86E5CAB"/>
    <w:multiLevelType w:val="hybridMultilevel"/>
    <w:tmpl w:val="49444D76"/>
    <w:lvl w:ilvl="0" w:tplc="89CE15B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F5"/>
    <w:rsid w:val="00033432"/>
    <w:rsid w:val="000335CC"/>
    <w:rsid w:val="00041DB8"/>
    <w:rsid w:val="00072C1E"/>
    <w:rsid w:val="00074189"/>
    <w:rsid w:val="000B7907"/>
    <w:rsid w:val="000C0429"/>
    <w:rsid w:val="000C421E"/>
    <w:rsid w:val="000D01AD"/>
    <w:rsid w:val="000E2BDD"/>
    <w:rsid w:val="000F5AB8"/>
    <w:rsid w:val="00114472"/>
    <w:rsid w:val="001371BF"/>
    <w:rsid w:val="001506F8"/>
    <w:rsid w:val="00162D65"/>
    <w:rsid w:val="00170EC5"/>
    <w:rsid w:val="001715AD"/>
    <w:rsid w:val="001733CB"/>
    <w:rsid w:val="001747C1"/>
    <w:rsid w:val="0018596A"/>
    <w:rsid w:val="001A2E94"/>
    <w:rsid w:val="001A64D3"/>
    <w:rsid w:val="001A651D"/>
    <w:rsid w:val="001C4DA0"/>
    <w:rsid w:val="00201725"/>
    <w:rsid w:val="00202382"/>
    <w:rsid w:val="00207DF5"/>
    <w:rsid w:val="0023633B"/>
    <w:rsid w:val="00240011"/>
    <w:rsid w:val="00257420"/>
    <w:rsid w:val="0026785D"/>
    <w:rsid w:val="00285CF5"/>
    <w:rsid w:val="002C31BF"/>
    <w:rsid w:val="002C7950"/>
    <w:rsid w:val="002D1D6F"/>
    <w:rsid w:val="002E0CD7"/>
    <w:rsid w:val="002F026B"/>
    <w:rsid w:val="00306F6F"/>
    <w:rsid w:val="003133E2"/>
    <w:rsid w:val="0033186B"/>
    <w:rsid w:val="0033344F"/>
    <w:rsid w:val="00333E71"/>
    <w:rsid w:val="00350817"/>
    <w:rsid w:val="003573E8"/>
    <w:rsid w:val="00357BC6"/>
    <w:rsid w:val="00361DBB"/>
    <w:rsid w:val="00370B4B"/>
    <w:rsid w:val="0037179F"/>
    <w:rsid w:val="00394F52"/>
    <w:rsid w:val="003956C6"/>
    <w:rsid w:val="003B5D1F"/>
    <w:rsid w:val="003D3A9B"/>
    <w:rsid w:val="003E75CE"/>
    <w:rsid w:val="00400A1F"/>
    <w:rsid w:val="00407A76"/>
    <w:rsid w:val="0041380F"/>
    <w:rsid w:val="00421FC7"/>
    <w:rsid w:val="00447928"/>
    <w:rsid w:val="00450F07"/>
    <w:rsid w:val="00453CD3"/>
    <w:rsid w:val="00455BC7"/>
    <w:rsid w:val="00460660"/>
    <w:rsid w:val="00460CCB"/>
    <w:rsid w:val="00477370"/>
    <w:rsid w:val="00480313"/>
    <w:rsid w:val="00486107"/>
    <w:rsid w:val="0048797E"/>
    <w:rsid w:val="00491827"/>
    <w:rsid w:val="004926B0"/>
    <w:rsid w:val="004A7C69"/>
    <w:rsid w:val="004B6F74"/>
    <w:rsid w:val="004C4399"/>
    <w:rsid w:val="004C69ED"/>
    <w:rsid w:val="004C787C"/>
    <w:rsid w:val="004E6E58"/>
    <w:rsid w:val="004F40F1"/>
    <w:rsid w:val="004F4B9B"/>
    <w:rsid w:val="004F5440"/>
    <w:rsid w:val="00511AB9"/>
    <w:rsid w:val="00520B1B"/>
    <w:rsid w:val="00523EA7"/>
    <w:rsid w:val="00527020"/>
    <w:rsid w:val="00530021"/>
    <w:rsid w:val="00530A7D"/>
    <w:rsid w:val="00541936"/>
    <w:rsid w:val="00544273"/>
    <w:rsid w:val="00545966"/>
    <w:rsid w:val="00551D1F"/>
    <w:rsid w:val="00553375"/>
    <w:rsid w:val="005559BA"/>
    <w:rsid w:val="00560642"/>
    <w:rsid w:val="00564A4C"/>
    <w:rsid w:val="005658A6"/>
    <w:rsid w:val="00571966"/>
    <w:rsid w:val="005722BB"/>
    <w:rsid w:val="005736B7"/>
    <w:rsid w:val="00575E5A"/>
    <w:rsid w:val="00581C5D"/>
    <w:rsid w:val="0059428F"/>
    <w:rsid w:val="00596C7E"/>
    <w:rsid w:val="005A64E9"/>
    <w:rsid w:val="005A75D4"/>
    <w:rsid w:val="005B0179"/>
    <w:rsid w:val="005B205B"/>
    <w:rsid w:val="005B31CE"/>
    <w:rsid w:val="005B5EE9"/>
    <w:rsid w:val="005C3BF2"/>
    <w:rsid w:val="005D4AD9"/>
    <w:rsid w:val="005F49E4"/>
    <w:rsid w:val="0061068E"/>
    <w:rsid w:val="0062252D"/>
    <w:rsid w:val="00632663"/>
    <w:rsid w:val="006523B5"/>
    <w:rsid w:val="00660AD3"/>
    <w:rsid w:val="006A5570"/>
    <w:rsid w:val="006A689C"/>
    <w:rsid w:val="006B3D79"/>
    <w:rsid w:val="006B59C4"/>
    <w:rsid w:val="006D1A37"/>
    <w:rsid w:val="006D1A9D"/>
    <w:rsid w:val="006E0578"/>
    <w:rsid w:val="006E314D"/>
    <w:rsid w:val="006F3264"/>
    <w:rsid w:val="0070436E"/>
    <w:rsid w:val="00710723"/>
    <w:rsid w:val="00713BA8"/>
    <w:rsid w:val="00723ED1"/>
    <w:rsid w:val="0074204E"/>
    <w:rsid w:val="00743525"/>
    <w:rsid w:val="0076286B"/>
    <w:rsid w:val="00764595"/>
    <w:rsid w:val="00766846"/>
    <w:rsid w:val="0077673A"/>
    <w:rsid w:val="007846E1"/>
    <w:rsid w:val="00792FD9"/>
    <w:rsid w:val="007B570C"/>
    <w:rsid w:val="007C517B"/>
    <w:rsid w:val="007D0F97"/>
    <w:rsid w:val="007E4A6E"/>
    <w:rsid w:val="007F56A7"/>
    <w:rsid w:val="00807DD0"/>
    <w:rsid w:val="00813F11"/>
    <w:rsid w:val="00817E60"/>
    <w:rsid w:val="008846F1"/>
    <w:rsid w:val="008A3568"/>
    <w:rsid w:val="008D03B9"/>
    <w:rsid w:val="008E2C33"/>
    <w:rsid w:val="008E3C0F"/>
    <w:rsid w:val="008E5CE3"/>
    <w:rsid w:val="008F18D6"/>
    <w:rsid w:val="00904780"/>
    <w:rsid w:val="009059F3"/>
    <w:rsid w:val="00907E9D"/>
    <w:rsid w:val="009113A8"/>
    <w:rsid w:val="00922385"/>
    <w:rsid w:val="009223DF"/>
    <w:rsid w:val="00936091"/>
    <w:rsid w:val="00940D8A"/>
    <w:rsid w:val="009547FE"/>
    <w:rsid w:val="00962258"/>
    <w:rsid w:val="009625CB"/>
    <w:rsid w:val="009678B7"/>
    <w:rsid w:val="00982411"/>
    <w:rsid w:val="00992D9C"/>
    <w:rsid w:val="00996CB8"/>
    <w:rsid w:val="009A7568"/>
    <w:rsid w:val="009B0CC7"/>
    <w:rsid w:val="009B2E97"/>
    <w:rsid w:val="009B72CC"/>
    <w:rsid w:val="009D2F0A"/>
    <w:rsid w:val="009E07F4"/>
    <w:rsid w:val="009F392E"/>
    <w:rsid w:val="00A25C83"/>
    <w:rsid w:val="00A31F56"/>
    <w:rsid w:val="00A44328"/>
    <w:rsid w:val="00A6177B"/>
    <w:rsid w:val="00A66136"/>
    <w:rsid w:val="00AA4CBB"/>
    <w:rsid w:val="00AA65FA"/>
    <w:rsid w:val="00AA7351"/>
    <w:rsid w:val="00AB415C"/>
    <w:rsid w:val="00AC6791"/>
    <w:rsid w:val="00AD056F"/>
    <w:rsid w:val="00AD1243"/>
    <w:rsid w:val="00AD6731"/>
    <w:rsid w:val="00AE3F64"/>
    <w:rsid w:val="00B15D0D"/>
    <w:rsid w:val="00B45E9E"/>
    <w:rsid w:val="00B50B25"/>
    <w:rsid w:val="00B55F9C"/>
    <w:rsid w:val="00B75EE1"/>
    <w:rsid w:val="00B75FB9"/>
    <w:rsid w:val="00B77481"/>
    <w:rsid w:val="00B82433"/>
    <w:rsid w:val="00B8518B"/>
    <w:rsid w:val="00B95176"/>
    <w:rsid w:val="00B95D6D"/>
    <w:rsid w:val="00B96EE6"/>
    <w:rsid w:val="00BB2267"/>
    <w:rsid w:val="00BB3740"/>
    <w:rsid w:val="00BD345D"/>
    <w:rsid w:val="00BD3878"/>
    <w:rsid w:val="00BD7E91"/>
    <w:rsid w:val="00BF374D"/>
    <w:rsid w:val="00BF44BE"/>
    <w:rsid w:val="00C02D0A"/>
    <w:rsid w:val="00C03A6E"/>
    <w:rsid w:val="00C2494C"/>
    <w:rsid w:val="00C2735E"/>
    <w:rsid w:val="00C27782"/>
    <w:rsid w:val="00C30759"/>
    <w:rsid w:val="00C44F6A"/>
    <w:rsid w:val="00C5259B"/>
    <w:rsid w:val="00C746CF"/>
    <w:rsid w:val="00C8207D"/>
    <w:rsid w:val="00C82468"/>
    <w:rsid w:val="00C873F2"/>
    <w:rsid w:val="00C8783F"/>
    <w:rsid w:val="00C87959"/>
    <w:rsid w:val="00CA0504"/>
    <w:rsid w:val="00CD1FC4"/>
    <w:rsid w:val="00CE371D"/>
    <w:rsid w:val="00D02A4D"/>
    <w:rsid w:val="00D14F67"/>
    <w:rsid w:val="00D21061"/>
    <w:rsid w:val="00D316A7"/>
    <w:rsid w:val="00D4108E"/>
    <w:rsid w:val="00D6163D"/>
    <w:rsid w:val="00D831A3"/>
    <w:rsid w:val="00DA0A7A"/>
    <w:rsid w:val="00DA6FFE"/>
    <w:rsid w:val="00DC3110"/>
    <w:rsid w:val="00DC4DCF"/>
    <w:rsid w:val="00DD46F3"/>
    <w:rsid w:val="00DD58A6"/>
    <w:rsid w:val="00DE10EC"/>
    <w:rsid w:val="00DE192B"/>
    <w:rsid w:val="00DE3287"/>
    <w:rsid w:val="00DE56F2"/>
    <w:rsid w:val="00DF116D"/>
    <w:rsid w:val="00E42B7F"/>
    <w:rsid w:val="00E44029"/>
    <w:rsid w:val="00E62149"/>
    <w:rsid w:val="00E76E47"/>
    <w:rsid w:val="00E824F1"/>
    <w:rsid w:val="00E8631B"/>
    <w:rsid w:val="00EA1DE2"/>
    <w:rsid w:val="00EB104F"/>
    <w:rsid w:val="00ED14BD"/>
    <w:rsid w:val="00F01440"/>
    <w:rsid w:val="00F030AC"/>
    <w:rsid w:val="00F12DEC"/>
    <w:rsid w:val="00F15EC5"/>
    <w:rsid w:val="00F1715C"/>
    <w:rsid w:val="00F310F8"/>
    <w:rsid w:val="00F35939"/>
    <w:rsid w:val="00F45607"/>
    <w:rsid w:val="00F64786"/>
    <w:rsid w:val="00F659EB"/>
    <w:rsid w:val="00F735C7"/>
    <w:rsid w:val="00F862D6"/>
    <w:rsid w:val="00F86BA6"/>
    <w:rsid w:val="00FA6A11"/>
    <w:rsid w:val="00FC17A6"/>
    <w:rsid w:val="00FC6389"/>
    <w:rsid w:val="00FD2F51"/>
    <w:rsid w:val="00FD4321"/>
    <w:rsid w:val="00FE14A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BADB93"/>
  <w14:defaultImageDpi w14:val="32767"/>
  <w15:docId w15:val="{4F04A4DC-7D37-44FD-BBED-D4B7B472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highlighted3">
    <w:name w:val="highlighted3"/>
    <w:basedOn w:val="Standardnpsmoodstavce"/>
    <w:uiPriority w:val="99"/>
    <w:rsid w:val="00162D65"/>
    <w:rPr>
      <w:rFonts w:cs="Times New Roman"/>
    </w:rPr>
  </w:style>
  <w:style w:type="paragraph" w:customStyle="1" w:styleId="lanek3">
    <w:name w:val="Èlanek 3"/>
    <w:basedOn w:val="Normln"/>
    <w:uiPriority w:val="99"/>
    <w:rsid w:val="00400A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792FD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Import13">
    <w:name w:val="Import 13"/>
    <w:basedOn w:val="Normln"/>
    <w:rsid w:val="00EA1DE2"/>
    <w:pPr>
      <w:widowControl w:val="0"/>
      <w:tabs>
        <w:tab w:val="left" w:pos="5328"/>
      </w:tabs>
      <w:suppressAutoHyphens/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&#225;ce\&#352;ABLONA-s&#382;dc_pro_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FB744-8B73-44DE-8992-84278E6E7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ŠABLONA-sždc_pro_dopis.dotx</Template>
  <TotalTime>4776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Pecháček Michal</dc:creator>
  <cp:lastModifiedBy>Očenáš Petr, Ing.</cp:lastModifiedBy>
  <cp:revision>41</cp:revision>
  <cp:lastPrinted>2022-07-22T07:50:00Z</cp:lastPrinted>
  <dcterms:created xsi:type="dcterms:W3CDTF">2019-10-14T08:11:00Z</dcterms:created>
  <dcterms:modified xsi:type="dcterms:W3CDTF">2022-07-22T07:51:00Z</dcterms:modified>
</cp:coreProperties>
</file>